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635A3" w14:textId="5F8D30DC" w:rsidR="002D5EC1" w:rsidRDefault="009B611A" w:rsidP="009B611A">
      <w:pPr>
        <w:pStyle w:val="berschrift5"/>
      </w:pPr>
      <w:r>
        <w:t>WWS 1 Lernsituation 4</w:t>
      </w:r>
    </w:p>
    <w:p w14:paraId="5A6D4405" w14:textId="77777777" w:rsidR="009B611A" w:rsidRPr="009B611A" w:rsidRDefault="009B611A" w:rsidP="009B611A"/>
    <w:p w14:paraId="5DF10BAE" w14:textId="3CD5A6E8" w:rsidR="009B611A" w:rsidRDefault="009B611A" w:rsidP="009B611A">
      <w:pPr>
        <w:pStyle w:val="berschrift5"/>
      </w:pPr>
      <w:r>
        <w:t>Arbeitsauftrag</w:t>
      </w:r>
    </w:p>
    <w:p w14:paraId="2EFD5B26" w14:textId="1760B9B8" w:rsidR="009B611A" w:rsidRPr="009B611A" w:rsidRDefault="009B611A" w:rsidP="009B611A">
      <w:pPr>
        <w:rPr>
          <w:b/>
        </w:rPr>
      </w:pPr>
      <w:r w:rsidRPr="009B611A">
        <w:rPr>
          <w:b/>
        </w:rPr>
        <w:t>Produktbeschreibung zu Tintenpatrone Farb-Set</w:t>
      </w:r>
    </w:p>
    <w:tbl>
      <w:tblPr>
        <w:tblStyle w:val="Tabellenraster"/>
        <w:tblW w:w="9356" w:type="dxa"/>
        <w:tblInd w:w="-5" w:type="dxa"/>
        <w:tblLook w:val="04A0" w:firstRow="1" w:lastRow="0" w:firstColumn="1" w:lastColumn="0" w:noHBand="0" w:noVBand="1"/>
      </w:tblPr>
      <w:tblGrid>
        <w:gridCol w:w="9356"/>
      </w:tblGrid>
      <w:tr w:rsidR="009B611A" w:rsidRPr="00FC378E" w14:paraId="575FDB68" w14:textId="77777777" w:rsidTr="009B611A">
        <w:tc>
          <w:tcPr>
            <w:tcW w:w="9356" w:type="dxa"/>
            <w:shd w:val="clear" w:color="auto" w:fill="F2F2F2" w:themeFill="background1" w:themeFillShade="F2"/>
          </w:tcPr>
          <w:p w14:paraId="37639CC1" w14:textId="77777777" w:rsidR="009B611A" w:rsidRPr="00FC378E" w:rsidRDefault="009B611A" w:rsidP="00F7182B">
            <w:pPr>
              <w:rPr>
                <w:b/>
              </w:rPr>
            </w:pPr>
            <w:r w:rsidRPr="00FC378E">
              <w:rPr>
                <w:b/>
              </w:rPr>
              <w:t>Wesentliche Eigenschaften</w:t>
            </w:r>
          </w:p>
          <w:p w14:paraId="03816B23" w14:textId="77777777" w:rsidR="009B611A" w:rsidRPr="00FC378E" w:rsidRDefault="009B611A" w:rsidP="00F7182B">
            <w:r w:rsidRPr="00FC378E">
              <w:t xml:space="preserve">Farben: schwarz, </w:t>
            </w:r>
            <w:proofErr w:type="spellStart"/>
            <w:r w:rsidRPr="00FC378E">
              <w:t>cyan</w:t>
            </w:r>
            <w:proofErr w:type="spellEnd"/>
            <w:r w:rsidRPr="00FC378E">
              <w:t xml:space="preserve">, </w:t>
            </w:r>
            <w:proofErr w:type="spellStart"/>
            <w:r w:rsidRPr="00FC378E">
              <w:t>magenta</w:t>
            </w:r>
            <w:proofErr w:type="spellEnd"/>
            <w:r w:rsidRPr="00FC378E">
              <w:t xml:space="preserve">, gelb </w:t>
            </w:r>
          </w:p>
          <w:p w14:paraId="16F7DB15" w14:textId="77777777" w:rsidR="009B611A" w:rsidRPr="00FC378E" w:rsidRDefault="009B611A" w:rsidP="00F7182B">
            <w:r w:rsidRPr="00FC378E">
              <w:t xml:space="preserve">Druckleistung in Seiten (ca.): 1x 400, 3x 510 </w:t>
            </w:r>
          </w:p>
          <w:p w14:paraId="3D9C8567" w14:textId="77777777" w:rsidR="009B611A" w:rsidRPr="00FC378E" w:rsidRDefault="009B611A" w:rsidP="00F7182B">
            <w:r w:rsidRPr="00FC378E">
              <w:t>Original: Nein, kompatibel</w:t>
            </w:r>
          </w:p>
          <w:p w14:paraId="38B692EA" w14:textId="77777777" w:rsidR="009B611A" w:rsidRPr="00FC378E" w:rsidRDefault="009B611A" w:rsidP="00F7182B">
            <w:pPr>
              <w:rPr>
                <w:b/>
              </w:rPr>
            </w:pPr>
            <w:r w:rsidRPr="00FC378E">
              <w:rPr>
                <w:b/>
              </w:rPr>
              <w:t>Beschreibung</w:t>
            </w:r>
          </w:p>
          <w:p w14:paraId="4F2EF452" w14:textId="77777777" w:rsidR="009B611A" w:rsidRPr="00FC378E" w:rsidRDefault="009B611A" w:rsidP="00F7182B">
            <w:r w:rsidRPr="00FC378E">
              <w:t>Mit dieser Tinte können Sie bei den Druckkosten bares Geld sparen bei nahezu gleicher Qualität verglichen mit dem Original. Die Tintenpatronen für einen flüssigen Ablauf beim Drucken und Kopieren. Druckqualität und Farbwiedergabe genügen höchsten Ansprüchen.</w:t>
            </w:r>
          </w:p>
        </w:tc>
      </w:tr>
    </w:tbl>
    <w:p w14:paraId="59648C40" w14:textId="77777777" w:rsidR="00723AE1" w:rsidRDefault="00723AE1" w:rsidP="00131D29"/>
    <w:p w14:paraId="6486443C" w14:textId="03F8B405" w:rsidR="009B611A" w:rsidRDefault="009B611A" w:rsidP="009B611A">
      <w:pPr>
        <w:pStyle w:val="berschrift5"/>
      </w:pPr>
      <w:r>
        <w:t>Aufgabe 2</w:t>
      </w:r>
    </w:p>
    <w:p w14:paraId="36318F4D" w14:textId="77777777" w:rsidR="009B611A" w:rsidRPr="009B611A" w:rsidRDefault="009B611A" w:rsidP="009B611A">
      <w:pPr>
        <w:rPr>
          <w:b/>
        </w:rPr>
      </w:pPr>
      <w:r w:rsidRPr="009B611A">
        <w:rPr>
          <w:b/>
        </w:rPr>
        <w:t>Informationen zum Bürokopierer</w:t>
      </w:r>
    </w:p>
    <w:tbl>
      <w:tblPr>
        <w:tblW w:w="0" w:type="auto"/>
        <w:tblLook w:val="04A0" w:firstRow="1" w:lastRow="0" w:firstColumn="1" w:lastColumn="0" w:noHBand="0" w:noVBand="1"/>
      </w:tblPr>
      <w:tblGrid>
        <w:gridCol w:w="9345"/>
      </w:tblGrid>
      <w:tr w:rsidR="009B611A" w:rsidRPr="009B611A" w14:paraId="62B09040" w14:textId="77777777" w:rsidTr="00F7182B">
        <w:tc>
          <w:tcPr>
            <w:tcW w:w="9345" w:type="dxa"/>
            <w:shd w:val="clear" w:color="auto" w:fill="F2F2F2" w:themeFill="background1" w:themeFillShade="F2"/>
          </w:tcPr>
          <w:p w14:paraId="265340A3" w14:textId="77777777" w:rsidR="009B611A" w:rsidRPr="009B611A" w:rsidRDefault="009B611A" w:rsidP="009B611A">
            <w:pPr>
              <w:rPr>
                <w:b/>
              </w:rPr>
            </w:pPr>
            <w:r w:rsidRPr="009B611A">
              <w:rPr>
                <w:b/>
              </w:rPr>
              <w:t>Bürokopierer Multifunktion XXL</w:t>
            </w:r>
          </w:p>
          <w:p w14:paraId="62E36183" w14:textId="77777777" w:rsidR="009B611A" w:rsidRPr="009B611A" w:rsidRDefault="009B611A" w:rsidP="009B611A">
            <w:pPr>
              <w:rPr>
                <w:b/>
              </w:rPr>
            </w:pPr>
            <w:r w:rsidRPr="009B611A">
              <w:rPr>
                <w:b/>
              </w:rPr>
              <w:t>Wesentliche Eigenschaften</w:t>
            </w:r>
          </w:p>
          <w:p w14:paraId="4820D68D" w14:textId="77777777" w:rsidR="009B611A" w:rsidRPr="009B611A" w:rsidRDefault="009B611A" w:rsidP="009B611A">
            <w:r w:rsidRPr="009B611A">
              <w:t>Beidseitige Druck-, Kopier-, Scan- und Fax-Funktion</w:t>
            </w:r>
          </w:p>
          <w:p w14:paraId="2ED3B1A5" w14:textId="77777777" w:rsidR="009B611A" w:rsidRPr="009B611A" w:rsidRDefault="009B611A" w:rsidP="009B611A">
            <w:r w:rsidRPr="009B611A">
              <w:t>Bis zu 1 200 dpi Druckauflösung</w:t>
            </w:r>
          </w:p>
          <w:p w14:paraId="0A52D94B" w14:textId="77777777" w:rsidR="009B611A" w:rsidRPr="009B611A" w:rsidRDefault="009B611A" w:rsidP="009B611A">
            <w:r w:rsidRPr="009B611A">
              <w:t>Bis zu 60 Seiten A4 pro Minute in Farbe und Schwarz-Weiß (Drucken/Kopieren)</w:t>
            </w:r>
          </w:p>
          <w:p w14:paraId="2766B743" w14:textId="77777777" w:rsidR="009B611A" w:rsidRPr="009B611A" w:rsidRDefault="009B611A" w:rsidP="009B611A">
            <w:r w:rsidRPr="009B611A">
              <w:t>Scangeschwindigkeit bis zu 50 Bilder pro Minute in Schwarz-Weiß und in Farbe</w:t>
            </w:r>
          </w:p>
          <w:p w14:paraId="2A9154D7" w14:textId="77777777" w:rsidR="009B611A" w:rsidRPr="009B611A" w:rsidRDefault="009B611A" w:rsidP="009B611A">
            <w:r w:rsidRPr="009B611A">
              <w:t>Zoom-Funktion bis zu 400 %</w:t>
            </w:r>
          </w:p>
          <w:p w14:paraId="24708B3B" w14:textId="77777777" w:rsidR="009B611A" w:rsidRPr="009B611A" w:rsidRDefault="009B611A" w:rsidP="009B611A">
            <w:r w:rsidRPr="009B611A">
              <w:t>Bei sensiblen Dokumenten: vertraulicher Druck mit PIN-Code-Abfrage</w:t>
            </w:r>
          </w:p>
          <w:p w14:paraId="0C9A2915" w14:textId="77777777" w:rsidR="009B611A" w:rsidRPr="009B611A" w:rsidRDefault="009B611A" w:rsidP="009B611A">
            <w:r w:rsidRPr="009B611A">
              <w:t>Mit Originaleinzug für 100 Seiten</w:t>
            </w:r>
          </w:p>
          <w:p w14:paraId="1126CB85" w14:textId="77777777" w:rsidR="009B611A" w:rsidRPr="009B611A" w:rsidRDefault="009B611A" w:rsidP="009B611A">
            <w:r w:rsidRPr="009B611A">
              <w:t>Papierkapazität: 2 600 Blatt</w:t>
            </w:r>
          </w:p>
          <w:p w14:paraId="185A6C55" w14:textId="77777777" w:rsidR="009B611A" w:rsidRPr="009B611A" w:rsidRDefault="009B611A" w:rsidP="009B611A">
            <w:pPr>
              <w:rPr>
                <w:b/>
              </w:rPr>
            </w:pPr>
            <w:r w:rsidRPr="009B611A">
              <w:rPr>
                <w:b/>
              </w:rPr>
              <w:t>Beschreibung</w:t>
            </w:r>
          </w:p>
          <w:p w14:paraId="5FFAC980" w14:textId="77777777" w:rsidR="009B611A" w:rsidRPr="009B611A" w:rsidRDefault="009B611A" w:rsidP="009B611A">
            <w:r w:rsidRPr="009B611A">
              <w:t>Mit dem Multifunktionssystem können Sie drucken, kopieren, scannen und faxen mit einer Druckauflösung von 1200 dpi. Im Modus leiser Druck ist das Gerät besonders geräuscharm. Es druckt und kopiert bis zu 60 Seiten pro Minute einwandfrei und zuverlässig mit besonders geringen Druckkosten.</w:t>
            </w:r>
          </w:p>
          <w:p w14:paraId="33111E6C" w14:textId="77777777" w:rsidR="009B611A" w:rsidRPr="009B611A" w:rsidRDefault="009B611A" w:rsidP="009B611A">
            <w:r w:rsidRPr="009B611A">
              <w:t>Dank Öko-Technologie und langlebiger Komponenten müssen Sie nur den Tonerbehälter auswechseln. Somit werden Abfall und Druckkosten deutlich reduziert. Sie erhalten auf das Gerät eine Herstellergarantie von 3 Jahren.</w:t>
            </w:r>
          </w:p>
          <w:p w14:paraId="32C8F6CB" w14:textId="77777777" w:rsidR="009B611A" w:rsidRPr="009B611A" w:rsidRDefault="009B611A" w:rsidP="009B611A">
            <w:r w:rsidRPr="009B611A">
              <w:t>Preis: 989,00 €</w:t>
            </w:r>
          </w:p>
        </w:tc>
      </w:tr>
    </w:tbl>
    <w:p w14:paraId="7A6CB492" w14:textId="77777777" w:rsidR="009B611A" w:rsidRPr="002D5EC1" w:rsidRDefault="009B611A" w:rsidP="00131D29"/>
    <w:sectPr w:rsidR="009B611A" w:rsidRPr="002D5EC1" w:rsidSect="00A75FA9">
      <w:pgSz w:w="11907" w:h="16840" w:code="9"/>
      <w:pgMar w:top="1134" w:right="1134" w:bottom="1134" w:left="1418"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s Thomas Sans 1">
    <w:altName w:val="Calibri"/>
    <w:panose1 w:val="00000000000000000000"/>
    <w:charset w:val="00"/>
    <w:family w:val="modern"/>
    <w:notTrueType/>
    <w:pitch w:val="variable"/>
    <w:sig w:usb0="80000087" w:usb1="02000061" w:usb2="02000000" w:usb3="00000000" w:csb0="000000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86270"/>
    <w:multiLevelType w:val="multilevel"/>
    <w:tmpl w:val="B5C49C48"/>
    <w:lvl w:ilvl="0">
      <w:start w:val="1"/>
      <w:numFmt w:val="bullet"/>
      <w:lvlText w:val=""/>
      <w:lvlJc w:val="left"/>
      <w:pPr>
        <w:tabs>
          <w:tab w:val="num" w:pos="360"/>
        </w:tabs>
        <w:ind w:left="340" w:hanging="34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3A0E11"/>
    <w:multiLevelType w:val="hybridMultilevel"/>
    <w:tmpl w:val="F13C5284"/>
    <w:lvl w:ilvl="0" w:tplc="044C41F8">
      <w:start w:val="1"/>
      <w:numFmt w:val="bullet"/>
      <w:lvlText w:val="∙"/>
      <w:lvlJc w:val="left"/>
      <w:pPr>
        <w:ind w:left="360" w:hanging="360"/>
      </w:pPr>
      <w:rPr>
        <w:rFonts w:ascii="bs Thomas Sans 1" w:hAnsi="bs Thomas Sans 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32234A"/>
    <w:multiLevelType w:val="singleLevel"/>
    <w:tmpl w:val="F418DC44"/>
    <w:lvl w:ilvl="0">
      <w:start w:val="1"/>
      <w:numFmt w:val="decimal"/>
      <w:lvlText w:val="%1."/>
      <w:lvlJc w:val="left"/>
      <w:pPr>
        <w:tabs>
          <w:tab w:val="num" w:pos="720"/>
        </w:tabs>
        <w:ind w:left="284" w:hanging="284"/>
      </w:pPr>
    </w:lvl>
  </w:abstractNum>
  <w:num w:numId="1" w16cid:durableId="710690070">
    <w:abstractNumId w:val="2"/>
  </w:num>
  <w:num w:numId="2" w16cid:durableId="584919259">
    <w:abstractNumId w:val="0"/>
  </w:num>
  <w:num w:numId="3" w16cid:durableId="72092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1A"/>
    <w:rsid w:val="00002024"/>
    <w:rsid w:val="00002620"/>
    <w:rsid w:val="00011E9E"/>
    <w:rsid w:val="00012798"/>
    <w:rsid w:val="00014842"/>
    <w:rsid w:val="000222CC"/>
    <w:rsid w:val="00022939"/>
    <w:rsid w:val="00023D5E"/>
    <w:rsid w:val="000337FD"/>
    <w:rsid w:val="000365AD"/>
    <w:rsid w:val="00036D88"/>
    <w:rsid w:val="00045605"/>
    <w:rsid w:val="0004724A"/>
    <w:rsid w:val="0005130F"/>
    <w:rsid w:val="000513C9"/>
    <w:rsid w:val="00052C1D"/>
    <w:rsid w:val="00053483"/>
    <w:rsid w:val="000649A4"/>
    <w:rsid w:val="00070C55"/>
    <w:rsid w:val="00071065"/>
    <w:rsid w:val="00073EE6"/>
    <w:rsid w:val="000777C7"/>
    <w:rsid w:val="0007791F"/>
    <w:rsid w:val="000860A4"/>
    <w:rsid w:val="00086A1E"/>
    <w:rsid w:val="0009083F"/>
    <w:rsid w:val="000926CD"/>
    <w:rsid w:val="00094CEE"/>
    <w:rsid w:val="00095A69"/>
    <w:rsid w:val="0009708A"/>
    <w:rsid w:val="000A6650"/>
    <w:rsid w:val="000A6FAC"/>
    <w:rsid w:val="000A7251"/>
    <w:rsid w:val="000B0ECA"/>
    <w:rsid w:val="000B3252"/>
    <w:rsid w:val="000B391F"/>
    <w:rsid w:val="000B3975"/>
    <w:rsid w:val="000B76A8"/>
    <w:rsid w:val="000C783C"/>
    <w:rsid w:val="000C7C82"/>
    <w:rsid w:val="000D2DDE"/>
    <w:rsid w:val="000D39C6"/>
    <w:rsid w:val="000D4C11"/>
    <w:rsid w:val="000D6557"/>
    <w:rsid w:val="000E1159"/>
    <w:rsid w:val="00103AE6"/>
    <w:rsid w:val="001055E3"/>
    <w:rsid w:val="00110640"/>
    <w:rsid w:val="00110800"/>
    <w:rsid w:val="0011115D"/>
    <w:rsid w:val="00111ABF"/>
    <w:rsid w:val="00123673"/>
    <w:rsid w:val="00123CB0"/>
    <w:rsid w:val="0012549B"/>
    <w:rsid w:val="00125B95"/>
    <w:rsid w:val="001268C4"/>
    <w:rsid w:val="00127130"/>
    <w:rsid w:val="00130593"/>
    <w:rsid w:val="00131D29"/>
    <w:rsid w:val="00135EC9"/>
    <w:rsid w:val="00141E30"/>
    <w:rsid w:val="00153E22"/>
    <w:rsid w:val="00156CCA"/>
    <w:rsid w:val="0016010C"/>
    <w:rsid w:val="00160B78"/>
    <w:rsid w:val="00161C4D"/>
    <w:rsid w:val="00167347"/>
    <w:rsid w:val="001734CA"/>
    <w:rsid w:val="0017505A"/>
    <w:rsid w:val="001756DE"/>
    <w:rsid w:val="00177232"/>
    <w:rsid w:val="001812F1"/>
    <w:rsid w:val="00186949"/>
    <w:rsid w:val="00192A89"/>
    <w:rsid w:val="00193D00"/>
    <w:rsid w:val="00195EA7"/>
    <w:rsid w:val="00197291"/>
    <w:rsid w:val="00197B1A"/>
    <w:rsid w:val="001A1864"/>
    <w:rsid w:val="001A5969"/>
    <w:rsid w:val="001B07F0"/>
    <w:rsid w:val="001B5E09"/>
    <w:rsid w:val="001C7741"/>
    <w:rsid w:val="001D0FE8"/>
    <w:rsid w:val="001D3524"/>
    <w:rsid w:val="001E1EC1"/>
    <w:rsid w:val="001F15C6"/>
    <w:rsid w:val="001F372D"/>
    <w:rsid w:val="001F5A3B"/>
    <w:rsid w:val="001F5E90"/>
    <w:rsid w:val="00200BEE"/>
    <w:rsid w:val="00200DEA"/>
    <w:rsid w:val="00212238"/>
    <w:rsid w:val="00212B32"/>
    <w:rsid w:val="00214311"/>
    <w:rsid w:val="00215051"/>
    <w:rsid w:val="00232D99"/>
    <w:rsid w:val="00243BF1"/>
    <w:rsid w:val="00244A68"/>
    <w:rsid w:val="002460A2"/>
    <w:rsid w:val="00246402"/>
    <w:rsid w:val="002508F4"/>
    <w:rsid w:val="00252061"/>
    <w:rsid w:val="00252BE3"/>
    <w:rsid w:val="0026124F"/>
    <w:rsid w:val="00261A65"/>
    <w:rsid w:val="00265195"/>
    <w:rsid w:val="002664FF"/>
    <w:rsid w:val="00270233"/>
    <w:rsid w:val="00271D25"/>
    <w:rsid w:val="00271FC0"/>
    <w:rsid w:val="00272BA5"/>
    <w:rsid w:val="00274832"/>
    <w:rsid w:val="0027500A"/>
    <w:rsid w:val="00276C70"/>
    <w:rsid w:val="00281EDC"/>
    <w:rsid w:val="00285453"/>
    <w:rsid w:val="0028624E"/>
    <w:rsid w:val="00292CA7"/>
    <w:rsid w:val="00293718"/>
    <w:rsid w:val="00297711"/>
    <w:rsid w:val="002A141A"/>
    <w:rsid w:val="002A47D4"/>
    <w:rsid w:val="002B030C"/>
    <w:rsid w:val="002C1D16"/>
    <w:rsid w:val="002D0E84"/>
    <w:rsid w:val="002D59AE"/>
    <w:rsid w:val="002D5EC1"/>
    <w:rsid w:val="002E21DD"/>
    <w:rsid w:val="002E61CD"/>
    <w:rsid w:val="002E7A03"/>
    <w:rsid w:val="002F0779"/>
    <w:rsid w:val="002F0E4C"/>
    <w:rsid w:val="002F4F2E"/>
    <w:rsid w:val="002F603C"/>
    <w:rsid w:val="00303846"/>
    <w:rsid w:val="003039D5"/>
    <w:rsid w:val="003149F0"/>
    <w:rsid w:val="00315357"/>
    <w:rsid w:val="0031745E"/>
    <w:rsid w:val="003231C4"/>
    <w:rsid w:val="00323397"/>
    <w:rsid w:val="0032345B"/>
    <w:rsid w:val="003236FE"/>
    <w:rsid w:val="0032438D"/>
    <w:rsid w:val="0032483E"/>
    <w:rsid w:val="003257D2"/>
    <w:rsid w:val="00325D7C"/>
    <w:rsid w:val="00331E0B"/>
    <w:rsid w:val="00340594"/>
    <w:rsid w:val="0034266B"/>
    <w:rsid w:val="003442A6"/>
    <w:rsid w:val="003501A3"/>
    <w:rsid w:val="00356A3E"/>
    <w:rsid w:val="00356AF1"/>
    <w:rsid w:val="00362ABF"/>
    <w:rsid w:val="00364D64"/>
    <w:rsid w:val="00366668"/>
    <w:rsid w:val="0037192D"/>
    <w:rsid w:val="003721E0"/>
    <w:rsid w:val="00373147"/>
    <w:rsid w:val="00373D0E"/>
    <w:rsid w:val="00373F6A"/>
    <w:rsid w:val="00375876"/>
    <w:rsid w:val="003813D4"/>
    <w:rsid w:val="00387D40"/>
    <w:rsid w:val="00387DB5"/>
    <w:rsid w:val="00391720"/>
    <w:rsid w:val="00396A7D"/>
    <w:rsid w:val="003A150B"/>
    <w:rsid w:val="003A5899"/>
    <w:rsid w:val="003B2590"/>
    <w:rsid w:val="003B315B"/>
    <w:rsid w:val="003C1F99"/>
    <w:rsid w:val="003D3E15"/>
    <w:rsid w:val="003E1C4E"/>
    <w:rsid w:val="003E2A1A"/>
    <w:rsid w:val="003E740F"/>
    <w:rsid w:val="003E74BF"/>
    <w:rsid w:val="003F449B"/>
    <w:rsid w:val="003F4FAC"/>
    <w:rsid w:val="003F5844"/>
    <w:rsid w:val="003F78DC"/>
    <w:rsid w:val="00407095"/>
    <w:rsid w:val="004135BC"/>
    <w:rsid w:val="00413FAB"/>
    <w:rsid w:val="00414205"/>
    <w:rsid w:val="0041530B"/>
    <w:rsid w:val="00417BD4"/>
    <w:rsid w:val="00420B9A"/>
    <w:rsid w:val="00422D34"/>
    <w:rsid w:val="00423A1F"/>
    <w:rsid w:val="004279BA"/>
    <w:rsid w:val="00430974"/>
    <w:rsid w:val="00435647"/>
    <w:rsid w:val="00435F48"/>
    <w:rsid w:val="0043624C"/>
    <w:rsid w:val="00441B87"/>
    <w:rsid w:val="004422C8"/>
    <w:rsid w:val="00443A85"/>
    <w:rsid w:val="00447859"/>
    <w:rsid w:val="00452419"/>
    <w:rsid w:val="0045460E"/>
    <w:rsid w:val="0047027B"/>
    <w:rsid w:val="00470346"/>
    <w:rsid w:val="00472466"/>
    <w:rsid w:val="00481AA3"/>
    <w:rsid w:val="004846A7"/>
    <w:rsid w:val="00490306"/>
    <w:rsid w:val="00490B7E"/>
    <w:rsid w:val="004932FF"/>
    <w:rsid w:val="004A43E4"/>
    <w:rsid w:val="004A797C"/>
    <w:rsid w:val="004B31CC"/>
    <w:rsid w:val="004B3778"/>
    <w:rsid w:val="004B5314"/>
    <w:rsid w:val="004C7B2E"/>
    <w:rsid w:val="004C7CC1"/>
    <w:rsid w:val="004D194C"/>
    <w:rsid w:val="004E41C9"/>
    <w:rsid w:val="004E6D79"/>
    <w:rsid w:val="004F04A4"/>
    <w:rsid w:val="004F18CB"/>
    <w:rsid w:val="004F56D7"/>
    <w:rsid w:val="00500D84"/>
    <w:rsid w:val="0050440A"/>
    <w:rsid w:val="0050703D"/>
    <w:rsid w:val="00507218"/>
    <w:rsid w:val="00507AE1"/>
    <w:rsid w:val="00513FC9"/>
    <w:rsid w:val="00531E62"/>
    <w:rsid w:val="00534725"/>
    <w:rsid w:val="00536FAD"/>
    <w:rsid w:val="00545170"/>
    <w:rsid w:val="0055154B"/>
    <w:rsid w:val="00556C6D"/>
    <w:rsid w:val="0055714C"/>
    <w:rsid w:val="005656DB"/>
    <w:rsid w:val="005665C4"/>
    <w:rsid w:val="00566604"/>
    <w:rsid w:val="0056790C"/>
    <w:rsid w:val="005715AB"/>
    <w:rsid w:val="005739BB"/>
    <w:rsid w:val="00575A04"/>
    <w:rsid w:val="005768DF"/>
    <w:rsid w:val="00580F89"/>
    <w:rsid w:val="00583AFD"/>
    <w:rsid w:val="00590F14"/>
    <w:rsid w:val="00595034"/>
    <w:rsid w:val="005965AC"/>
    <w:rsid w:val="005A01CA"/>
    <w:rsid w:val="005A2579"/>
    <w:rsid w:val="005A2BD3"/>
    <w:rsid w:val="005A71C3"/>
    <w:rsid w:val="005B1923"/>
    <w:rsid w:val="005B2657"/>
    <w:rsid w:val="005B7182"/>
    <w:rsid w:val="005B76BD"/>
    <w:rsid w:val="005C112D"/>
    <w:rsid w:val="005C1919"/>
    <w:rsid w:val="005C3CFE"/>
    <w:rsid w:val="005D0687"/>
    <w:rsid w:val="005D0812"/>
    <w:rsid w:val="005D1EDB"/>
    <w:rsid w:val="005D3FB5"/>
    <w:rsid w:val="005E1015"/>
    <w:rsid w:val="005E7E88"/>
    <w:rsid w:val="005F10D2"/>
    <w:rsid w:val="005F23B9"/>
    <w:rsid w:val="005F3F9D"/>
    <w:rsid w:val="005F65A7"/>
    <w:rsid w:val="00603B62"/>
    <w:rsid w:val="0060442F"/>
    <w:rsid w:val="00606885"/>
    <w:rsid w:val="0061102C"/>
    <w:rsid w:val="00613776"/>
    <w:rsid w:val="00613EE1"/>
    <w:rsid w:val="00616AD5"/>
    <w:rsid w:val="00627E12"/>
    <w:rsid w:val="00635D46"/>
    <w:rsid w:val="006373DA"/>
    <w:rsid w:val="006406CD"/>
    <w:rsid w:val="00640CB2"/>
    <w:rsid w:val="006437B3"/>
    <w:rsid w:val="006451BF"/>
    <w:rsid w:val="00651EFE"/>
    <w:rsid w:val="006576BA"/>
    <w:rsid w:val="00657B62"/>
    <w:rsid w:val="006604B7"/>
    <w:rsid w:val="0066163D"/>
    <w:rsid w:val="00665E7A"/>
    <w:rsid w:val="00666F94"/>
    <w:rsid w:val="00674E24"/>
    <w:rsid w:val="0068059F"/>
    <w:rsid w:val="00680DAB"/>
    <w:rsid w:val="00685DA3"/>
    <w:rsid w:val="006936D3"/>
    <w:rsid w:val="00694E7D"/>
    <w:rsid w:val="00695E57"/>
    <w:rsid w:val="00696B2E"/>
    <w:rsid w:val="00697381"/>
    <w:rsid w:val="006A3B59"/>
    <w:rsid w:val="006A6783"/>
    <w:rsid w:val="006A77C9"/>
    <w:rsid w:val="006B5155"/>
    <w:rsid w:val="006C29B4"/>
    <w:rsid w:val="006C65BE"/>
    <w:rsid w:val="006C732D"/>
    <w:rsid w:val="006D1063"/>
    <w:rsid w:val="006D2798"/>
    <w:rsid w:val="006E65EF"/>
    <w:rsid w:val="006E79CE"/>
    <w:rsid w:val="006E7B44"/>
    <w:rsid w:val="006F1135"/>
    <w:rsid w:val="006F2ADF"/>
    <w:rsid w:val="006F5FBA"/>
    <w:rsid w:val="00705500"/>
    <w:rsid w:val="00705A74"/>
    <w:rsid w:val="00705E61"/>
    <w:rsid w:val="00710BD0"/>
    <w:rsid w:val="00717E32"/>
    <w:rsid w:val="00721715"/>
    <w:rsid w:val="00721751"/>
    <w:rsid w:val="00721E95"/>
    <w:rsid w:val="007237FD"/>
    <w:rsid w:val="00723AE1"/>
    <w:rsid w:val="00727827"/>
    <w:rsid w:val="0074095C"/>
    <w:rsid w:val="00741C39"/>
    <w:rsid w:val="007475FA"/>
    <w:rsid w:val="007608CF"/>
    <w:rsid w:val="00763015"/>
    <w:rsid w:val="0076503E"/>
    <w:rsid w:val="0076649F"/>
    <w:rsid w:val="0076651E"/>
    <w:rsid w:val="00767FB9"/>
    <w:rsid w:val="00774F86"/>
    <w:rsid w:val="00774FB7"/>
    <w:rsid w:val="0078390C"/>
    <w:rsid w:val="007875B7"/>
    <w:rsid w:val="00796529"/>
    <w:rsid w:val="007A0687"/>
    <w:rsid w:val="007A0DE0"/>
    <w:rsid w:val="007A1858"/>
    <w:rsid w:val="007A1A21"/>
    <w:rsid w:val="007A3744"/>
    <w:rsid w:val="007A621B"/>
    <w:rsid w:val="007A628C"/>
    <w:rsid w:val="007B098B"/>
    <w:rsid w:val="007B30A0"/>
    <w:rsid w:val="007C0208"/>
    <w:rsid w:val="007C0502"/>
    <w:rsid w:val="007C40DF"/>
    <w:rsid w:val="007C633E"/>
    <w:rsid w:val="007C675D"/>
    <w:rsid w:val="007D122C"/>
    <w:rsid w:val="007D2938"/>
    <w:rsid w:val="007D5C7C"/>
    <w:rsid w:val="007D79AE"/>
    <w:rsid w:val="007E0B7C"/>
    <w:rsid w:val="007E2AED"/>
    <w:rsid w:val="007E5945"/>
    <w:rsid w:val="007E6A14"/>
    <w:rsid w:val="007F1E39"/>
    <w:rsid w:val="007F2650"/>
    <w:rsid w:val="007F5B65"/>
    <w:rsid w:val="007F7A01"/>
    <w:rsid w:val="00803BFC"/>
    <w:rsid w:val="00803DD1"/>
    <w:rsid w:val="00813F54"/>
    <w:rsid w:val="00815C24"/>
    <w:rsid w:val="00817912"/>
    <w:rsid w:val="00820BD0"/>
    <w:rsid w:val="00822920"/>
    <w:rsid w:val="0082482A"/>
    <w:rsid w:val="00824ABD"/>
    <w:rsid w:val="008258B4"/>
    <w:rsid w:val="0084063E"/>
    <w:rsid w:val="00843D33"/>
    <w:rsid w:val="00846526"/>
    <w:rsid w:val="00854117"/>
    <w:rsid w:val="0085759C"/>
    <w:rsid w:val="00861C62"/>
    <w:rsid w:val="00862A63"/>
    <w:rsid w:val="008703FD"/>
    <w:rsid w:val="008756C4"/>
    <w:rsid w:val="008759B8"/>
    <w:rsid w:val="00881BD0"/>
    <w:rsid w:val="00882FA2"/>
    <w:rsid w:val="00883EEB"/>
    <w:rsid w:val="00885274"/>
    <w:rsid w:val="00885D90"/>
    <w:rsid w:val="00890414"/>
    <w:rsid w:val="00895542"/>
    <w:rsid w:val="008A00D3"/>
    <w:rsid w:val="008A128D"/>
    <w:rsid w:val="008A17E2"/>
    <w:rsid w:val="008A5A53"/>
    <w:rsid w:val="008A6CA3"/>
    <w:rsid w:val="008B0D9B"/>
    <w:rsid w:val="008B56DF"/>
    <w:rsid w:val="008B5E25"/>
    <w:rsid w:val="008C3CA8"/>
    <w:rsid w:val="008C5BE1"/>
    <w:rsid w:val="008D2B98"/>
    <w:rsid w:val="008D7D9A"/>
    <w:rsid w:val="008E387A"/>
    <w:rsid w:val="008F1818"/>
    <w:rsid w:val="008F36D7"/>
    <w:rsid w:val="008F5FD7"/>
    <w:rsid w:val="009014D0"/>
    <w:rsid w:val="00906796"/>
    <w:rsid w:val="00915517"/>
    <w:rsid w:val="00916A81"/>
    <w:rsid w:val="009200B9"/>
    <w:rsid w:val="00922B2B"/>
    <w:rsid w:val="009235DB"/>
    <w:rsid w:val="00926B2D"/>
    <w:rsid w:val="009272DB"/>
    <w:rsid w:val="00930B96"/>
    <w:rsid w:val="00931B4C"/>
    <w:rsid w:val="00952797"/>
    <w:rsid w:val="00953120"/>
    <w:rsid w:val="00956993"/>
    <w:rsid w:val="00957335"/>
    <w:rsid w:val="00957FBF"/>
    <w:rsid w:val="009608E5"/>
    <w:rsid w:val="009620F0"/>
    <w:rsid w:val="00965FCD"/>
    <w:rsid w:val="00967057"/>
    <w:rsid w:val="009746A3"/>
    <w:rsid w:val="00975BDD"/>
    <w:rsid w:val="00976DD9"/>
    <w:rsid w:val="009779D8"/>
    <w:rsid w:val="009832EE"/>
    <w:rsid w:val="00984771"/>
    <w:rsid w:val="0098561D"/>
    <w:rsid w:val="00986F0C"/>
    <w:rsid w:val="00987459"/>
    <w:rsid w:val="00991B4B"/>
    <w:rsid w:val="009A773D"/>
    <w:rsid w:val="009B427D"/>
    <w:rsid w:val="009B5519"/>
    <w:rsid w:val="009B611A"/>
    <w:rsid w:val="009B6173"/>
    <w:rsid w:val="009C28B6"/>
    <w:rsid w:val="009C4B54"/>
    <w:rsid w:val="009C67B0"/>
    <w:rsid w:val="009C7626"/>
    <w:rsid w:val="009D62AB"/>
    <w:rsid w:val="009E0DB5"/>
    <w:rsid w:val="009E14A0"/>
    <w:rsid w:val="009E55DA"/>
    <w:rsid w:val="009E6A5C"/>
    <w:rsid w:val="009E72A2"/>
    <w:rsid w:val="009E7670"/>
    <w:rsid w:val="00A00464"/>
    <w:rsid w:val="00A0061B"/>
    <w:rsid w:val="00A04050"/>
    <w:rsid w:val="00A066C3"/>
    <w:rsid w:val="00A06E99"/>
    <w:rsid w:val="00A07758"/>
    <w:rsid w:val="00A106F2"/>
    <w:rsid w:val="00A132AF"/>
    <w:rsid w:val="00A162AB"/>
    <w:rsid w:val="00A21AE4"/>
    <w:rsid w:val="00A25EC0"/>
    <w:rsid w:val="00A31E02"/>
    <w:rsid w:val="00A325A1"/>
    <w:rsid w:val="00A369F0"/>
    <w:rsid w:val="00A569B8"/>
    <w:rsid w:val="00A578F8"/>
    <w:rsid w:val="00A62FE3"/>
    <w:rsid w:val="00A65B6F"/>
    <w:rsid w:val="00A67269"/>
    <w:rsid w:val="00A727B4"/>
    <w:rsid w:val="00A75FA9"/>
    <w:rsid w:val="00A8400C"/>
    <w:rsid w:val="00A942BD"/>
    <w:rsid w:val="00A95877"/>
    <w:rsid w:val="00AA1B83"/>
    <w:rsid w:val="00AA1EAC"/>
    <w:rsid w:val="00AA439F"/>
    <w:rsid w:val="00AA6906"/>
    <w:rsid w:val="00AA7931"/>
    <w:rsid w:val="00AB2635"/>
    <w:rsid w:val="00AC1F3B"/>
    <w:rsid w:val="00AC71DC"/>
    <w:rsid w:val="00AD4733"/>
    <w:rsid w:val="00AD5A54"/>
    <w:rsid w:val="00AD66B8"/>
    <w:rsid w:val="00AE4391"/>
    <w:rsid w:val="00AE4F55"/>
    <w:rsid w:val="00AF6876"/>
    <w:rsid w:val="00B001E2"/>
    <w:rsid w:val="00B019E3"/>
    <w:rsid w:val="00B0397C"/>
    <w:rsid w:val="00B055B1"/>
    <w:rsid w:val="00B07F6A"/>
    <w:rsid w:val="00B11AEB"/>
    <w:rsid w:val="00B1213E"/>
    <w:rsid w:val="00B12159"/>
    <w:rsid w:val="00B16EA2"/>
    <w:rsid w:val="00B22F56"/>
    <w:rsid w:val="00B40A74"/>
    <w:rsid w:val="00B45F1D"/>
    <w:rsid w:val="00B53074"/>
    <w:rsid w:val="00B541A5"/>
    <w:rsid w:val="00B55B4E"/>
    <w:rsid w:val="00B57317"/>
    <w:rsid w:val="00B577DE"/>
    <w:rsid w:val="00B62910"/>
    <w:rsid w:val="00B65CA0"/>
    <w:rsid w:val="00B72FA6"/>
    <w:rsid w:val="00B7747A"/>
    <w:rsid w:val="00B90949"/>
    <w:rsid w:val="00B954A7"/>
    <w:rsid w:val="00B96EF7"/>
    <w:rsid w:val="00B97734"/>
    <w:rsid w:val="00BA576D"/>
    <w:rsid w:val="00BB2037"/>
    <w:rsid w:val="00BB3C3A"/>
    <w:rsid w:val="00BC21EC"/>
    <w:rsid w:val="00BC556D"/>
    <w:rsid w:val="00BC7134"/>
    <w:rsid w:val="00BD0206"/>
    <w:rsid w:val="00BD4001"/>
    <w:rsid w:val="00BE1AFC"/>
    <w:rsid w:val="00BE3C23"/>
    <w:rsid w:val="00BF42C9"/>
    <w:rsid w:val="00BF7A92"/>
    <w:rsid w:val="00C03D6F"/>
    <w:rsid w:val="00C04493"/>
    <w:rsid w:val="00C12C94"/>
    <w:rsid w:val="00C2505C"/>
    <w:rsid w:val="00C433F0"/>
    <w:rsid w:val="00C44851"/>
    <w:rsid w:val="00C57E4D"/>
    <w:rsid w:val="00C71368"/>
    <w:rsid w:val="00C77F7D"/>
    <w:rsid w:val="00C82569"/>
    <w:rsid w:val="00C8351C"/>
    <w:rsid w:val="00C8352E"/>
    <w:rsid w:val="00C84988"/>
    <w:rsid w:val="00C85C59"/>
    <w:rsid w:val="00C94A4B"/>
    <w:rsid w:val="00C97F4E"/>
    <w:rsid w:val="00CA309D"/>
    <w:rsid w:val="00CA3BBF"/>
    <w:rsid w:val="00CA62CB"/>
    <w:rsid w:val="00CA67A3"/>
    <w:rsid w:val="00CB4C8C"/>
    <w:rsid w:val="00CC0E03"/>
    <w:rsid w:val="00CD0362"/>
    <w:rsid w:val="00CE1021"/>
    <w:rsid w:val="00CE2A0C"/>
    <w:rsid w:val="00CE462D"/>
    <w:rsid w:val="00CE4CB4"/>
    <w:rsid w:val="00CE6632"/>
    <w:rsid w:val="00CF31F6"/>
    <w:rsid w:val="00D025F0"/>
    <w:rsid w:val="00D03D0E"/>
    <w:rsid w:val="00D06FE5"/>
    <w:rsid w:val="00D13C0D"/>
    <w:rsid w:val="00D17D50"/>
    <w:rsid w:val="00D232CD"/>
    <w:rsid w:val="00D23E26"/>
    <w:rsid w:val="00D26796"/>
    <w:rsid w:val="00D27C33"/>
    <w:rsid w:val="00D32613"/>
    <w:rsid w:val="00D3531E"/>
    <w:rsid w:val="00D3781B"/>
    <w:rsid w:val="00D40E49"/>
    <w:rsid w:val="00D4567A"/>
    <w:rsid w:val="00D52B36"/>
    <w:rsid w:val="00D55BFF"/>
    <w:rsid w:val="00D62FA9"/>
    <w:rsid w:val="00D63F8D"/>
    <w:rsid w:val="00D67E19"/>
    <w:rsid w:val="00D714E2"/>
    <w:rsid w:val="00D8037A"/>
    <w:rsid w:val="00D81FAB"/>
    <w:rsid w:val="00D9059C"/>
    <w:rsid w:val="00D91BBF"/>
    <w:rsid w:val="00DA3CC8"/>
    <w:rsid w:val="00DA3FFB"/>
    <w:rsid w:val="00DA4599"/>
    <w:rsid w:val="00DA5354"/>
    <w:rsid w:val="00DB0130"/>
    <w:rsid w:val="00DB6C67"/>
    <w:rsid w:val="00DB7365"/>
    <w:rsid w:val="00DB78C9"/>
    <w:rsid w:val="00DC3092"/>
    <w:rsid w:val="00DC44B0"/>
    <w:rsid w:val="00DC7058"/>
    <w:rsid w:val="00DD00EE"/>
    <w:rsid w:val="00DD1AAE"/>
    <w:rsid w:val="00DE0CE6"/>
    <w:rsid w:val="00DE6303"/>
    <w:rsid w:val="00DE7A13"/>
    <w:rsid w:val="00DF0957"/>
    <w:rsid w:val="00DF1B8C"/>
    <w:rsid w:val="00DF28DA"/>
    <w:rsid w:val="00DF3B6D"/>
    <w:rsid w:val="00DF46AC"/>
    <w:rsid w:val="00E0144D"/>
    <w:rsid w:val="00E01828"/>
    <w:rsid w:val="00E0207E"/>
    <w:rsid w:val="00E02EE9"/>
    <w:rsid w:val="00E030F5"/>
    <w:rsid w:val="00E0604A"/>
    <w:rsid w:val="00E07157"/>
    <w:rsid w:val="00E11CC1"/>
    <w:rsid w:val="00E13852"/>
    <w:rsid w:val="00E14EF1"/>
    <w:rsid w:val="00E1677B"/>
    <w:rsid w:val="00E20F25"/>
    <w:rsid w:val="00E2157F"/>
    <w:rsid w:val="00E21E0D"/>
    <w:rsid w:val="00E239B4"/>
    <w:rsid w:val="00E2468F"/>
    <w:rsid w:val="00E24C16"/>
    <w:rsid w:val="00E25D8B"/>
    <w:rsid w:val="00E3038B"/>
    <w:rsid w:val="00E3326A"/>
    <w:rsid w:val="00E343BE"/>
    <w:rsid w:val="00E37E54"/>
    <w:rsid w:val="00E45A8E"/>
    <w:rsid w:val="00E51922"/>
    <w:rsid w:val="00E56F68"/>
    <w:rsid w:val="00E6366E"/>
    <w:rsid w:val="00E63D91"/>
    <w:rsid w:val="00E66059"/>
    <w:rsid w:val="00E70DEC"/>
    <w:rsid w:val="00E71419"/>
    <w:rsid w:val="00E81D94"/>
    <w:rsid w:val="00E86766"/>
    <w:rsid w:val="00E9025B"/>
    <w:rsid w:val="00E95CA6"/>
    <w:rsid w:val="00E96A59"/>
    <w:rsid w:val="00EA0E5F"/>
    <w:rsid w:val="00EB1F50"/>
    <w:rsid w:val="00ED3F80"/>
    <w:rsid w:val="00ED519D"/>
    <w:rsid w:val="00EE141A"/>
    <w:rsid w:val="00EE45AE"/>
    <w:rsid w:val="00EE4FE4"/>
    <w:rsid w:val="00EE537B"/>
    <w:rsid w:val="00EE6575"/>
    <w:rsid w:val="00EF0F24"/>
    <w:rsid w:val="00EF3BBB"/>
    <w:rsid w:val="00EF7DC9"/>
    <w:rsid w:val="00F1018E"/>
    <w:rsid w:val="00F10D74"/>
    <w:rsid w:val="00F12C53"/>
    <w:rsid w:val="00F14D12"/>
    <w:rsid w:val="00F150F4"/>
    <w:rsid w:val="00F17E62"/>
    <w:rsid w:val="00F22BEC"/>
    <w:rsid w:val="00F2544D"/>
    <w:rsid w:val="00F31280"/>
    <w:rsid w:val="00F33AFD"/>
    <w:rsid w:val="00F33C22"/>
    <w:rsid w:val="00F34426"/>
    <w:rsid w:val="00F36C4B"/>
    <w:rsid w:val="00F40DED"/>
    <w:rsid w:val="00F455E2"/>
    <w:rsid w:val="00F46E9F"/>
    <w:rsid w:val="00F5223A"/>
    <w:rsid w:val="00F603FE"/>
    <w:rsid w:val="00F60E56"/>
    <w:rsid w:val="00F61A25"/>
    <w:rsid w:val="00F6355F"/>
    <w:rsid w:val="00F64B32"/>
    <w:rsid w:val="00F67373"/>
    <w:rsid w:val="00F72ACF"/>
    <w:rsid w:val="00F77582"/>
    <w:rsid w:val="00F77D74"/>
    <w:rsid w:val="00F77E87"/>
    <w:rsid w:val="00F929E2"/>
    <w:rsid w:val="00F93D61"/>
    <w:rsid w:val="00F942E2"/>
    <w:rsid w:val="00F9588A"/>
    <w:rsid w:val="00FA1522"/>
    <w:rsid w:val="00FA4165"/>
    <w:rsid w:val="00FA4F7E"/>
    <w:rsid w:val="00FA519A"/>
    <w:rsid w:val="00FB0B3D"/>
    <w:rsid w:val="00FC0E4A"/>
    <w:rsid w:val="00FD48C6"/>
    <w:rsid w:val="00FE4622"/>
    <w:rsid w:val="00FE5798"/>
    <w:rsid w:val="00FF146C"/>
    <w:rsid w:val="00FF488A"/>
    <w:rsid w:val="00FF491A"/>
    <w:rsid w:val="00FF61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142C4B"/>
  <w15:chartTrackingRefBased/>
  <w15:docId w15:val="{1784373E-C7FE-4FED-9374-C99CC98A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3"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611A"/>
    <w:pPr>
      <w:widowControl w:val="0"/>
      <w:tabs>
        <w:tab w:val="left" w:pos="340"/>
      </w:tabs>
      <w:autoSpaceDE w:val="0"/>
      <w:autoSpaceDN w:val="0"/>
      <w:adjustRightInd w:val="0"/>
      <w:spacing w:before="40" w:after="40"/>
      <w:jc w:val="both"/>
    </w:pPr>
    <w:rPr>
      <w:rFonts w:ascii="Arial" w:hAnsi="Arial" w:cs="Arial"/>
      <w:sz w:val="18"/>
    </w:rPr>
  </w:style>
  <w:style w:type="paragraph" w:styleId="berschrift1">
    <w:name w:val="heading 1"/>
    <w:basedOn w:val="Standard"/>
    <w:next w:val="Standard"/>
    <w:qFormat/>
    <w:rsid w:val="007B098B"/>
    <w:pPr>
      <w:keepNext/>
      <w:tabs>
        <w:tab w:val="left" w:pos="851"/>
      </w:tabs>
      <w:spacing w:before="160" w:after="80"/>
      <w:ind w:left="851" w:hanging="851"/>
      <w:outlineLvl w:val="0"/>
    </w:pPr>
    <w:rPr>
      <w:b/>
      <w:kern w:val="28"/>
      <w:sz w:val="28"/>
      <w:lang w:eastAsia="ar-SA"/>
    </w:rPr>
  </w:style>
  <w:style w:type="paragraph" w:styleId="berschrift2">
    <w:name w:val="heading 2"/>
    <w:basedOn w:val="berschrift1"/>
    <w:next w:val="Standard"/>
    <w:qFormat/>
    <w:rsid w:val="007B098B"/>
    <w:pPr>
      <w:spacing w:before="120" w:after="120"/>
      <w:outlineLvl w:val="1"/>
    </w:pPr>
    <w:rPr>
      <w:kern w:val="0"/>
      <w:sz w:val="24"/>
    </w:rPr>
  </w:style>
  <w:style w:type="paragraph" w:styleId="berschrift3">
    <w:name w:val="heading 3"/>
    <w:basedOn w:val="Standard"/>
    <w:next w:val="Standard"/>
    <w:qFormat/>
    <w:rsid w:val="007B098B"/>
    <w:pPr>
      <w:keepNext/>
      <w:tabs>
        <w:tab w:val="left" w:pos="851"/>
      </w:tabs>
      <w:spacing w:before="120" w:after="120"/>
      <w:outlineLvl w:val="2"/>
    </w:pPr>
    <w:rPr>
      <w:b/>
      <w:bCs/>
      <w:sz w:val="22"/>
      <w:szCs w:val="26"/>
    </w:rPr>
  </w:style>
  <w:style w:type="paragraph" w:styleId="berschrift4">
    <w:name w:val="heading 4"/>
    <w:basedOn w:val="Standard"/>
    <w:next w:val="Standard"/>
    <w:qFormat/>
    <w:rsid w:val="007B098B"/>
    <w:pPr>
      <w:keepNext/>
      <w:tabs>
        <w:tab w:val="left" w:pos="851"/>
      </w:tabs>
      <w:spacing w:before="60" w:after="60"/>
      <w:outlineLvl w:val="3"/>
    </w:pPr>
    <w:rPr>
      <w:b/>
      <w:sz w:val="22"/>
    </w:rPr>
  </w:style>
  <w:style w:type="paragraph" w:styleId="berschrift5">
    <w:name w:val="heading 5"/>
    <w:aliases w:val="U5"/>
    <w:basedOn w:val="berschrift3"/>
    <w:next w:val="Standard"/>
    <w:link w:val="berschrift5Zchn"/>
    <w:qFormat/>
    <w:rsid w:val="007B098B"/>
    <w:pPr>
      <w:keepLines/>
      <w:tabs>
        <w:tab w:val="clear" w:pos="851"/>
        <w:tab w:val="left" w:pos="680"/>
      </w:tabs>
      <w:spacing w:after="80"/>
      <w:ind w:left="340" w:hanging="340"/>
      <w:jc w:val="left"/>
      <w:outlineLvl w:val="4"/>
    </w:pPr>
    <w:rPr>
      <w:rFonts w:cs="Times New Roman"/>
      <w:bCs w:val="0"/>
      <w:sz w:val="20"/>
      <w:szCs w:val="20"/>
    </w:rPr>
  </w:style>
  <w:style w:type="paragraph" w:styleId="berschrift6">
    <w:name w:val="heading 6"/>
    <w:basedOn w:val="Standard"/>
    <w:next w:val="Standard"/>
    <w:qFormat/>
    <w:rsid w:val="007B098B"/>
    <w:pPr>
      <w:spacing w:before="60" w:after="60"/>
      <w:outlineLvl w:val="5"/>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ialog1">
    <w:name w:val="Dialog1"/>
    <w:basedOn w:val="Standard"/>
    <w:rsid w:val="007B098B"/>
    <w:pPr>
      <w:tabs>
        <w:tab w:val="left" w:pos="851"/>
      </w:tabs>
      <w:ind w:left="851" w:hanging="851"/>
    </w:pPr>
    <w:rPr>
      <w:rFonts w:ascii="Arial Narrow" w:hAnsi="Arial Narrow"/>
      <w:sz w:val="20"/>
    </w:rPr>
  </w:style>
  <w:style w:type="paragraph" w:styleId="Index1">
    <w:name w:val="index 1"/>
    <w:basedOn w:val="Standard"/>
    <w:semiHidden/>
    <w:rsid w:val="007B098B"/>
    <w:pPr>
      <w:tabs>
        <w:tab w:val="left" w:pos="284"/>
        <w:tab w:val="right" w:pos="4343"/>
      </w:tabs>
      <w:ind w:left="284" w:hanging="284"/>
    </w:pPr>
  </w:style>
  <w:style w:type="paragraph" w:customStyle="1" w:styleId="S1">
    <w:name w:val="S1"/>
    <w:basedOn w:val="Standard"/>
    <w:link w:val="S1Zchn"/>
    <w:qFormat/>
    <w:rsid w:val="00F34426"/>
    <w:pPr>
      <w:ind w:left="340" w:hanging="340"/>
    </w:pPr>
    <w:rPr>
      <w:lang w:eastAsia="ar-SA"/>
    </w:rPr>
  </w:style>
  <w:style w:type="paragraph" w:styleId="Liste">
    <w:name w:val="List"/>
    <w:basedOn w:val="Standard"/>
    <w:rsid w:val="007B098B"/>
    <w:pPr>
      <w:ind w:left="283" w:hanging="283"/>
    </w:pPr>
  </w:style>
  <w:style w:type="paragraph" w:styleId="Fuzeile">
    <w:name w:val="footer"/>
    <w:basedOn w:val="Standard"/>
    <w:rsid w:val="007B098B"/>
    <w:pPr>
      <w:pBdr>
        <w:top w:val="single" w:sz="6" w:space="1" w:color="auto"/>
        <w:between w:val="single" w:sz="6" w:space="1" w:color="auto"/>
      </w:pBdr>
      <w:tabs>
        <w:tab w:val="center" w:pos="4819"/>
        <w:tab w:val="right" w:pos="9923"/>
      </w:tabs>
      <w:jc w:val="left"/>
    </w:pPr>
  </w:style>
  <w:style w:type="character" w:styleId="Seitenzahl">
    <w:name w:val="page number"/>
    <w:rsid w:val="007B098B"/>
    <w:rPr>
      <w:rFonts w:ascii="Arial" w:hAnsi="Arial"/>
      <w:sz w:val="24"/>
    </w:rPr>
  </w:style>
  <w:style w:type="paragraph" w:styleId="Liste2">
    <w:name w:val="List 2"/>
    <w:basedOn w:val="Standard"/>
    <w:rsid w:val="007B098B"/>
    <w:pPr>
      <w:ind w:left="566" w:hanging="283"/>
    </w:pPr>
  </w:style>
  <w:style w:type="paragraph" w:customStyle="1" w:styleId="Dialog2">
    <w:name w:val="Dialog2"/>
    <w:basedOn w:val="Standard"/>
    <w:rsid w:val="007B098B"/>
    <w:pPr>
      <w:tabs>
        <w:tab w:val="left" w:pos="1134"/>
      </w:tabs>
      <w:spacing w:before="20" w:after="20"/>
      <w:ind w:left="1134" w:hanging="1134"/>
    </w:pPr>
    <w:rPr>
      <w:i/>
    </w:rPr>
  </w:style>
  <w:style w:type="paragraph" w:styleId="Verzeichnis3">
    <w:name w:val="toc 3"/>
    <w:basedOn w:val="Standard"/>
    <w:next w:val="Standard"/>
    <w:autoRedefine/>
    <w:uiPriority w:val="39"/>
    <w:rsid w:val="00161C4D"/>
    <w:pPr>
      <w:tabs>
        <w:tab w:val="clear" w:pos="340"/>
        <w:tab w:val="left" w:pos="851"/>
        <w:tab w:val="right" w:pos="9061"/>
      </w:tabs>
      <w:spacing w:before="80" w:after="80"/>
    </w:pPr>
    <w:rPr>
      <w:noProof/>
      <w:sz w:val="20"/>
    </w:rPr>
  </w:style>
  <w:style w:type="paragraph" w:styleId="Verzeichnis1">
    <w:name w:val="toc 1"/>
    <w:basedOn w:val="Standard"/>
    <w:next w:val="Standard"/>
    <w:autoRedefine/>
    <w:semiHidden/>
    <w:rsid w:val="007B098B"/>
    <w:pPr>
      <w:tabs>
        <w:tab w:val="left" w:pos="851"/>
        <w:tab w:val="right" w:leader="dot" w:pos="9061"/>
      </w:tabs>
      <w:spacing w:before="80"/>
    </w:pPr>
    <w:rPr>
      <w:sz w:val="22"/>
    </w:rPr>
  </w:style>
  <w:style w:type="paragraph" w:styleId="Verzeichnis2">
    <w:name w:val="toc 2"/>
    <w:basedOn w:val="Standard"/>
    <w:next w:val="Standard"/>
    <w:autoRedefine/>
    <w:semiHidden/>
    <w:rsid w:val="007B098B"/>
    <w:pPr>
      <w:tabs>
        <w:tab w:val="left" w:pos="851"/>
        <w:tab w:val="right" w:leader="dot" w:pos="9061"/>
      </w:tabs>
      <w:spacing w:before="60"/>
      <w:ind w:left="851" w:hanging="851"/>
      <w:jc w:val="left"/>
    </w:pPr>
    <w:rPr>
      <w:b/>
      <w:noProof/>
      <w:sz w:val="22"/>
      <w:lang w:eastAsia="ar-SA"/>
    </w:rPr>
  </w:style>
  <w:style w:type="paragraph" w:styleId="Verzeichnis4">
    <w:name w:val="toc 4"/>
    <w:basedOn w:val="Standard"/>
    <w:next w:val="Standard"/>
    <w:autoRedefine/>
    <w:semiHidden/>
    <w:rsid w:val="007B098B"/>
    <w:pPr>
      <w:tabs>
        <w:tab w:val="left" w:pos="851"/>
        <w:tab w:val="right" w:leader="dot" w:pos="9356"/>
      </w:tabs>
      <w:ind w:left="992" w:hanging="567"/>
    </w:pPr>
  </w:style>
  <w:style w:type="paragraph" w:styleId="Funotentext">
    <w:name w:val="footnote text"/>
    <w:basedOn w:val="Standard"/>
    <w:semiHidden/>
    <w:rsid w:val="007B098B"/>
    <w:pPr>
      <w:spacing w:after="20"/>
      <w:ind w:left="170" w:hanging="170"/>
    </w:pPr>
    <w:rPr>
      <w:rFonts w:eastAsia="PMingLiU"/>
      <w:sz w:val="16"/>
      <w:lang w:eastAsia="zh-TW"/>
    </w:rPr>
  </w:style>
  <w:style w:type="paragraph" w:styleId="Beschriftung">
    <w:name w:val="caption"/>
    <w:basedOn w:val="Standard"/>
    <w:next w:val="Standard"/>
    <w:qFormat/>
    <w:rsid w:val="007B098B"/>
    <w:rPr>
      <w:b/>
      <w:bCs/>
      <w:sz w:val="20"/>
    </w:rPr>
  </w:style>
  <w:style w:type="paragraph" w:styleId="Verzeichnis5">
    <w:name w:val="toc 5"/>
    <w:basedOn w:val="Standard"/>
    <w:next w:val="Standard"/>
    <w:autoRedefine/>
    <w:semiHidden/>
    <w:rsid w:val="007B098B"/>
    <w:pPr>
      <w:ind w:left="720"/>
      <w:jc w:val="left"/>
    </w:pPr>
    <w:rPr>
      <w:rFonts w:ascii="Times New Roman" w:hAnsi="Times New Roman"/>
    </w:rPr>
  </w:style>
  <w:style w:type="paragraph" w:styleId="Verzeichnis6">
    <w:name w:val="toc 6"/>
    <w:basedOn w:val="Standard"/>
    <w:next w:val="Standard"/>
    <w:autoRedefine/>
    <w:semiHidden/>
    <w:rsid w:val="007B098B"/>
    <w:pPr>
      <w:ind w:left="900"/>
      <w:jc w:val="left"/>
    </w:pPr>
    <w:rPr>
      <w:rFonts w:ascii="Times New Roman" w:hAnsi="Times New Roman"/>
    </w:rPr>
  </w:style>
  <w:style w:type="paragraph" w:styleId="Verzeichnis7">
    <w:name w:val="toc 7"/>
    <w:basedOn w:val="Standard"/>
    <w:next w:val="Standard"/>
    <w:autoRedefine/>
    <w:semiHidden/>
    <w:rsid w:val="007B098B"/>
    <w:pPr>
      <w:ind w:left="1080"/>
      <w:jc w:val="left"/>
    </w:pPr>
    <w:rPr>
      <w:rFonts w:ascii="Times New Roman" w:hAnsi="Times New Roman"/>
    </w:rPr>
  </w:style>
  <w:style w:type="paragraph" w:styleId="Verzeichnis8">
    <w:name w:val="toc 8"/>
    <w:basedOn w:val="Standard"/>
    <w:next w:val="Standard"/>
    <w:autoRedefine/>
    <w:semiHidden/>
    <w:rsid w:val="007B098B"/>
    <w:pPr>
      <w:ind w:left="1260"/>
      <w:jc w:val="left"/>
    </w:pPr>
    <w:rPr>
      <w:rFonts w:ascii="Times New Roman" w:hAnsi="Times New Roman"/>
    </w:rPr>
  </w:style>
  <w:style w:type="paragraph" w:styleId="Verzeichnis9">
    <w:name w:val="toc 9"/>
    <w:basedOn w:val="Standard"/>
    <w:next w:val="Standard"/>
    <w:autoRedefine/>
    <w:semiHidden/>
    <w:rsid w:val="007B098B"/>
    <w:pPr>
      <w:ind w:left="1440"/>
      <w:jc w:val="left"/>
    </w:pPr>
    <w:rPr>
      <w:rFonts w:ascii="Times New Roman" w:hAnsi="Times New Roman"/>
    </w:rPr>
  </w:style>
  <w:style w:type="paragraph" w:styleId="Titel">
    <w:name w:val="Title"/>
    <w:basedOn w:val="Standard"/>
    <w:qFormat/>
    <w:rsid w:val="007B098B"/>
    <w:pPr>
      <w:tabs>
        <w:tab w:val="center" w:pos="4513"/>
      </w:tabs>
      <w:jc w:val="left"/>
    </w:pPr>
    <w:rPr>
      <w:rFonts w:ascii="Univers (W1)" w:hAnsi="Univers (W1)"/>
      <w:b/>
      <w:sz w:val="28"/>
      <w:lang w:val="nl-NL"/>
    </w:rPr>
  </w:style>
  <w:style w:type="paragraph" w:styleId="Kopfzeile">
    <w:name w:val="header"/>
    <w:basedOn w:val="Standard"/>
    <w:rsid w:val="007B098B"/>
    <w:pPr>
      <w:pBdr>
        <w:bottom w:val="single" w:sz="4" w:space="1" w:color="auto"/>
      </w:pBdr>
      <w:tabs>
        <w:tab w:val="center" w:pos="5103"/>
        <w:tab w:val="right" w:pos="9356"/>
      </w:tabs>
    </w:pPr>
    <w:rPr>
      <w:b/>
    </w:rPr>
  </w:style>
  <w:style w:type="character" w:styleId="Hyperlink">
    <w:name w:val="Hyperlink"/>
    <w:rsid w:val="007B098B"/>
    <w:rPr>
      <w:rFonts w:ascii="Arial" w:hAnsi="Arial"/>
      <w:b/>
      <w:color w:val="0000FF"/>
      <w:sz w:val="22"/>
      <w:u w:val="none"/>
    </w:rPr>
  </w:style>
  <w:style w:type="character" w:customStyle="1" w:styleId="FormatvorlageFett">
    <w:name w:val="Formatvorlage Fett"/>
    <w:rsid w:val="007B098B"/>
    <w:rPr>
      <w:bCs/>
      <w:sz w:val="20"/>
    </w:rPr>
  </w:style>
  <w:style w:type="character" w:customStyle="1" w:styleId="Formatvorlage10ptFett">
    <w:name w:val="Formatvorlage 10 pt Fett"/>
    <w:rsid w:val="007B098B"/>
    <w:rPr>
      <w:bCs/>
      <w:sz w:val="20"/>
    </w:rPr>
  </w:style>
  <w:style w:type="paragraph" w:customStyle="1" w:styleId="FormatvorlageS0Vor3ptNach3ptZeilenabstandeinfach">
    <w:name w:val="Formatvorlage S0 + Vor:  3 pt Nach:  3 pt Zeilenabstand:  einfach"/>
    <w:basedOn w:val="Standard"/>
    <w:rsid w:val="007B098B"/>
    <w:pPr>
      <w:spacing w:before="60" w:after="60"/>
    </w:pPr>
  </w:style>
  <w:style w:type="paragraph" w:customStyle="1" w:styleId="Formatvorlageberschrift3Links0cmHngend37cm">
    <w:name w:val="Formatvorlage Überschrift 3 + Links:  0 cm Hängend:  37 cm"/>
    <w:basedOn w:val="berschrift3"/>
    <w:rsid w:val="007B098B"/>
    <w:pPr>
      <w:tabs>
        <w:tab w:val="clear" w:pos="851"/>
        <w:tab w:val="left" w:pos="567"/>
        <w:tab w:val="left" w:pos="2160"/>
      </w:tabs>
      <w:ind w:left="2098" w:hanging="2098"/>
      <w:jc w:val="left"/>
    </w:pPr>
    <w:rPr>
      <w:bCs w:val="0"/>
      <w:sz w:val="24"/>
    </w:rPr>
  </w:style>
  <w:style w:type="paragraph" w:styleId="Textkrper">
    <w:name w:val="Body Text"/>
    <w:basedOn w:val="Standard"/>
    <w:rsid w:val="007B098B"/>
    <w:pPr>
      <w:spacing w:after="120"/>
    </w:pPr>
  </w:style>
  <w:style w:type="table" w:styleId="Tabellenraster">
    <w:name w:val="Table Grid"/>
    <w:basedOn w:val="NormaleTabelle"/>
    <w:rsid w:val="007B098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5NichtKursiv">
    <w:name w:val="Formatvorlage Überschrift 5 + Nicht Kursiv"/>
    <w:basedOn w:val="berschrift5"/>
    <w:rsid w:val="007B098B"/>
    <w:pPr>
      <w:tabs>
        <w:tab w:val="right" w:pos="2948"/>
      </w:tabs>
      <w:spacing w:before="240"/>
      <w:jc w:val="both"/>
    </w:pPr>
    <w:rPr>
      <w:iCs/>
      <w:sz w:val="24"/>
    </w:rPr>
  </w:style>
  <w:style w:type="paragraph" w:customStyle="1" w:styleId="Formatvorlageberschrift5Links0cmHngend15cm">
    <w:name w:val="Formatvorlage Überschrift 5 + Links:  0 cm Hängend:  15 cm"/>
    <w:basedOn w:val="berschrift5"/>
    <w:rsid w:val="007B098B"/>
    <w:pPr>
      <w:tabs>
        <w:tab w:val="clear" w:pos="680"/>
      </w:tabs>
    </w:pPr>
    <w:rPr>
      <w:bCs/>
    </w:rPr>
  </w:style>
  <w:style w:type="paragraph" w:customStyle="1" w:styleId="Formatvorlageberschrift3Vor3pt">
    <w:name w:val="Formatvorlage Überschrift 3 + Vor:  3 pt"/>
    <w:basedOn w:val="berschrift3"/>
    <w:rsid w:val="007B098B"/>
    <w:pPr>
      <w:spacing w:before="60"/>
    </w:pPr>
    <w:rPr>
      <w:rFonts w:cs="Times New Roman"/>
      <w:szCs w:val="20"/>
    </w:rPr>
  </w:style>
  <w:style w:type="paragraph" w:customStyle="1" w:styleId="Formatvorlageberschrift3Vor3pt1">
    <w:name w:val="Formatvorlage Überschrift 3 + Vor:  3 pt1"/>
    <w:basedOn w:val="berschrift3"/>
    <w:rsid w:val="007B098B"/>
    <w:pPr>
      <w:spacing w:before="60"/>
    </w:pPr>
    <w:rPr>
      <w:rFonts w:cs="Times New Roman"/>
      <w:szCs w:val="20"/>
    </w:rPr>
  </w:style>
  <w:style w:type="paragraph" w:customStyle="1" w:styleId="FormatvorlageFuzeileLinks0cmHngend063cm">
    <w:name w:val="Formatvorlage Fußzeile + Links:  0 cm Hängend:  063 cm"/>
    <w:basedOn w:val="Fuzeile"/>
    <w:rsid w:val="007B098B"/>
    <w:pPr>
      <w:pBdr>
        <w:top w:val="none" w:sz="0" w:space="0" w:color="auto"/>
        <w:between w:val="none" w:sz="0" w:space="0" w:color="auto"/>
      </w:pBdr>
      <w:tabs>
        <w:tab w:val="clear" w:pos="4819"/>
        <w:tab w:val="clear" w:pos="9923"/>
        <w:tab w:val="center" w:pos="851"/>
        <w:tab w:val="right" w:pos="9061"/>
      </w:tabs>
      <w:ind w:left="340" w:hanging="340"/>
    </w:pPr>
  </w:style>
  <w:style w:type="paragraph" w:customStyle="1" w:styleId="Formatvorlageberschrift3Vor3ptNach0pt">
    <w:name w:val="Formatvorlage Überschrift 3 + Vor:  3 pt Nach:  0 pt"/>
    <w:basedOn w:val="berschrift3"/>
    <w:rsid w:val="007B098B"/>
    <w:pPr>
      <w:tabs>
        <w:tab w:val="clear" w:pos="851"/>
        <w:tab w:val="left" w:pos="567"/>
      </w:tabs>
      <w:spacing w:before="240" w:after="0"/>
      <w:ind w:left="567" w:hanging="567"/>
    </w:pPr>
    <w:rPr>
      <w:rFonts w:cs="Times New Roman"/>
      <w:szCs w:val="20"/>
    </w:rPr>
  </w:style>
  <w:style w:type="paragraph" w:customStyle="1" w:styleId="Formatvorlageberschrift410ptNichtFett">
    <w:name w:val="Formatvorlage Überschrift 4 + 10 pt Nicht Fett"/>
    <w:basedOn w:val="berschrift4"/>
    <w:rsid w:val="007B098B"/>
    <w:rPr>
      <w:sz w:val="20"/>
    </w:rPr>
  </w:style>
  <w:style w:type="paragraph" w:customStyle="1" w:styleId="FormatvorlageFormatvorlageberschrift410ptNichtFettNichtFett">
    <w:name w:val="Formatvorlage Formatvorlage Überschrift 4 + 10 pt Nicht Fett + Nicht Fett"/>
    <w:basedOn w:val="Formatvorlageberschrift410ptNichtFett"/>
    <w:rsid w:val="007B098B"/>
  </w:style>
  <w:style w:type="character" w:customStyle="1" w:styleId="berschrift5Zchn">
    <w:name w:val="Überschrift 5 Zchn"/>
    <w:aliases w:val="U5 Zchn"/>
    <w:link w:val="berschrift5"/>
    <w:rsid w:val="007B098B"/>
    <w:rPr>
      <w:rFonts w:ascii="Arial" w:hAnsi="Arial"/>
      <w:b/>
      <w:color w:val="000000"/>
    </w:rPr>
  </w:style>
  <w:style w:type="paragraph" w:customStyle="1" w:styleId="FormatvorlageInhaltsverzeichnisberschriftLateinArial9PtNicht">
    <w:name w:val="Formatvorlage Inhaltsverzeichnisüberschrift + (Latein) Arial 9 Pt. Nicht ..."/>
    <w:basedOn w:val="Inhaltsverzeichnisberschrift"/>
    <w:rsid w:val="007C675D"/>
    <w:pPr>
      <w:keepLines/>
      <w:tabs>
        <w:tab w:val="clear" w:pos="340"/>
      </w:tabs>
      <w:spacing w:before="480" w:after="0" w:line="276" w:lineRule="auto"/>
      <w:jc w:val="left"/>
    </w:pPr>
    <w:rPr>
      <w:rFonts w:ascii="Arial" w:hAnsi="Arial"/>
      <w:bCs w:val="0"/>
      <w:kern w:val="0"/>
      <w:sz w:val="22"/>
      <w:szCs w:val="28"/>
    </w:rPr>
  </w:style>
  <w:style w:type="paragraph" w:styleId="Inhaltsverzeichnisberschrift">
    <w:name w:val="TOC Heading"/>
    <w:basedOn w:val="berschrift1"/>
    <w:next w:val="Standard"/>
    <w:uiPriority w:val="39"/>
    <w:semiHidden/>
    <w:unhideWhenUsed/>
    <w:qFormat/>
    <w:rsid w:val="007C675D"/>
    <w:pPr>
      <w:tabs>
        <w:tab w:val="clear" w:pos="851"/>
      </w:tabs>
      <w:spacing w:before="240" w:after="60"/>
      <w:ind w:left="0" w:firstLine="0"/>
      <w:outlineLvl w:val="9"/>
    </w:pPr>
    <w:rPr>
      <w:rFonts w:ascii="Cambria" w:hAnsi="Cambria"/>
      <w:bCs/>
      <w:kern w:val="32"/>
      <w:sz w:val="32"/>
      <w:szCs w:val="32"/>
      <w:lang w:eastAsia="de-DE"/>
    </w:rPr>
  </w:style>
  <w:style w:type="character" w:customStyle="1" w:styleId="S1Zchn">
    <w:name w:val="S1 Zchn"/>
    <w:aliases w:val="Kein Leerraum Zchn"/>
    <w:link w:val="S1"/>
    <w:rsid w:val="00F34426"/>
    <w:rPr>
      <w:rFonts w:ascii="Arial" w:eastAsia="Calibri" w:hAnsi="Arial"/>
      <w:sz w:val="18"/>
      <w:szCs w:val="22"/>
      <w:lang w:eastAsia="ar-SA"/>
    </w:rPr>
  </w:style>
  <w:style w:type="paragraph" w:customStyle="1" w:styleId="FormatvorlageWGRAufzhlung11PtBlockVorAutomatischNachAut">
    <w:name w:val="Formatvorlage WGR_Aufzählung + 11 Pt. Block Vor:  Automatisch Nach:  Aut..."/>
    <w:basedOn w:val="Standard"/>
    <w:rsid w:val="0061102C"/>
    <w:pPr>
      <w:tabs>
        <w:tab w:val="clear" w:pos="340"/>
      </w:tabs>
      <w:ind w:left="340" w:hanging="340"/>
    </w:pPr>
    <w:rPr>
      <w:rFonts w:ascii="bs Thomas Sans 1" w:hAnsi="bs Thomas Sans 1"/>
      <w:sz w:val="22"/>
    </w:rPr>
  </w:style>
  <w:style w:type="paragraph" w:customStyle="1" w:styleId="FormatvorlageS1BlockVor2PtNach2PtZeilenabstandeinfach">
    <w:name w:val="Formatvorlage S1 + Block Vor:  2 Pt. Nach:  2 Pt. Zeilenabstand:  einfach"/>
    <w:basedOn w:val="S1"/>
    <w:rsid w:val="004279BA"/>
    <w:pPr>
      <w:tabs>
        <w:tab w:val="clear" w:pos="3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Documents\Benutzerdefinierte%20Office-Vorlagen\Normal3.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DFFA1-E31E-414A-9E99-A87BDD72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Normal3.dotm</Template>
  <TotalTime>0</TotalTime>
  <Pages>1</Pages>
  <Words>208</Words>
  <Characters>1316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Voth</dc:creator>
  <cp:keywords/>
  <dc:description/>
  <cp:lastModifiedBy>Voth</cp:lastModifiedBy>
  <cp:revision>1</cp:revision>
  <dcterms:created xsi:type="dcterms:W3CDTF">2025-11-01T13:44:00Z</dcterms:created>
  <dcterms:modified xsi:type="dcterms:W3CDTF">2025-11-01T13:49:00Z</dcterms:modified>
</cp:coreProperties>
</file>